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1F3E39B-6F5A-4F56-B596-19DF2A977903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